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FABCC" w14:textId="36DD66F3" w:rsidR="008054E3" w:rsidRPr="00000F5E" w:rsidRDefault="00000F5E" w:rsidP="00000F5E">
      <w:pPr>
        <w:jc w:val="center"/>
        <w:rPr>
          <w:rFonts w:cstheme="minorHAnsi"/>
        </w:rPr>
      </w:pPr>
      <w:r w:rsidRPr="00000F5E">
        <w:rPr>
          <w:rFonts w:eastAsia="Times New Roman" w:cstheme="minorHAnsi"/>
          <w:color w:val="000000"/>
        </w:rPr>
        <w:fldChar w:fldCharType="begin"/>
      </w:r>
      <w:r w:rsidRPr="00000F5E">
        <w:rPr>
          <w:rFonts w:eastAsia="Times New Roman" w:cstheme="minorHAnsi"/>
          <w:color w:val="000000"/>
        </w:rPr>
        <w:instrText xml:space="preserve"> INCLUDEPICTURE "https://lh4.googleusercontent.com/pBv5cFZ9eG1KD7hbZ87m9gc6zdIKWR-VReEwgvoAOFdl0jdMHDG4xX_qg64s5NNJPZDn0IVURaYVYUoAJuMbM2-lGzOD1ll18e7dfJDqn8libJkx2Buk0zPB_ReLqeFPmUYC9Xw" \* MERGEFORMATINET </w:instrText>
      </w:r>
      <w:r w:rsidRPr="00000F5E">
        <w:rPr>
          <w:rFonts w:eastAsia="Times New Roman" w:cstheme="minorHAnsi"/>
          <w:color w:val="000000"/>
        </w:rPr>
        <w:fldChar w:fldCharType="separate"/>
      </w:r>
      <w:r w:rsidRPr="00000F5E">
        <w:rPr>
          <w:rFonts w:eastAsia="Times New Roman" w:cstheme="minorHAnsi"/>
          <w:noProof/>
          <w:color w:val="000000"/>
          <w:lang w:val="en-AU" w:eastAsia="en-AU"/>
        </w:rPr>
        <w:drawing>
          <wp:inline distT="0" distB="0" distL="0" distR="0" wp14:anchorId="17B812B1" wp14:editId="0BB1D5B0">
            <wp:extent cx="2426970" cy="1266190"/>
            <wp:effectExtent l="0" t="0" r="0" b="3810"/>
            <wp:docPr id="1" name="Picture 1" descr="https://lh5.googleusercontent.com/2zq7yXe037nTuvgp97Py2soKBhc7vAmjFerfqLH54_aYl2ZEEL2W9tUFKwGETGzd1hcsIlu6GUQblyjM3H9Z3gWA2bHxvO3zcxaTLxN3VguIRF3iJVHpjyOeIvEKiprwt-dmIUPDVqp5lhA7V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2zq7yXe037nTuvgp97Py2soKBhc7vAmjFerfqLH54_aYl2ZEEL2W9tUFKwGETGzd1hcsIlu6GUQblyjM3H9Z3gWA2bHxvO3zcxaTLxN3VguIRF3iJVHpjyOeIvEKiprwt-dmIUPDVqp5lhA7V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70" cy="126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F5E">
        <w:rPr>
          <w:rFonts w:eastAsia="Times New Roman" w:cstheme="minorHAnsi"/>
          <w:color w:val="000000"/>
        </w:rPr>
        <w:fldChar w:fldCharType="end"/>
      </w:r>
    </w:p>
    <w:p w14:paraId="26437F9F" w14:textId="77777777" w:rsidR="00D86F81" w:rsidRPr="00000F5E" w:rsidRDefault="00D86F81" w:rsidP="008054E3">
      <w:pPr>
        <w:rPr>
          <w:rFonts w:cstheme="minorHAnsi"/>
          <w:b/>
          <w:color w:val="31849B" w:themeColor="accent5" w:themeShade="BF"/>
          <w:sz w:val="40"/>
          <w:szCs w:val="40"/>
        </w:rPr>
      </w:pPr>
    </w:p>
    <w:p w14:paraId="610E78BD" w14:textId="162FC543" w:rsidR="008054E3" w:rsidRPr="00000F5E" w:rsidRDefault="00000F5E" w:rsidP="00000F5E">
      <w:pPr>
        <w:jc w:val="center"/>
        <w:rPr>
          <w:rFonts w:cstheme="minorHAnsi"/>
          <w:color w:val="1F497D" w:themeColor="text2"/>
          <w:sz w:val="40"/>
          <w:szCs w:val="40"/>
        </w:rPr>
      </w:pPr>
      <w:r w:rsidRPr="00000F5E">
        <w:rPr>
          <w:rFonts w:cstheme="minorHAnsi"/>
          <w:b/>
          <w:color w:val="1F497D" w:themeColor="text2"/>
          <w:sz w:val="40"/>
          <w:szCs w:val="40"/>
        </w:rPr>
        <w:t>ECIC Application Form</w:t>
      </w:r>
    </w:p>
    <w:p w14:paraId="033ADD61" w14:textId="77777777" w:rsidR="0026760A" w:rsidRPr="00000F5E" w:rsidRDefault="0026760A" w:rsidP="008054E3">
      <w:pPr>
        <w:rPr>
          <w:rFonts w:cstheme="minorHAnsi"/>
          <w:color w:val="31849B" w:themeColor="accent5" w:themeShade="BF"/>
          <w:sz w:val="28"/>
          <w:szCs w:val="28"/>
        </w:rPr>
      </w:pPr>
    </w:p>
    <w:p w14:paraId="60DCA913" w14:textId="0710F7DE" w:rsidR="004C4D31" w:rsidRDefault="006F702B" w:rsidP="0026760A">
      <w:pPr>
        <w:rPr>
          <w:rFonts w:cstheme="minorHAnsi"/>
          <w:b/>
          <w:bCs/>
        </w:rPr>
      </w:pPr>
      <w:r w:rsidRPr="00000F5E">
        <w:rPr>
          <w:rFonts w:cstheme="minorHAnsi"/>
          <w:b/>
          <w:bCs/>
          <w:color w:val="1F497D" w:themeColor="text2"/>
          <w:sz w:val="28"/>
          <w:szCs w:val="28"/>
        </w:rPr>
        <w:t>Applicant details</w:t>
      </w:r>
    </w:p>
    <w:p w14:paraId="3101BDC4" w14:textId="77777777" w:rsidR="00000F5E" w:rsidRPr="00000F5E" w:rsidRDefault="00000F5E" w:rsidP="0026760A">
      <w:pPr>
        <w:rPr>
          <w:rFonts w:cstheme="minorHAnsi"/>
          <w:b/>
          <w:bCs/>
        </w:rPr>
      </w:pPr>
    </w:p>
    <w:p w14:paraId="0C4F2C6A" w14:textId="1D05852C" w:rsidR="0026760A" w:rsidRPr="00000F5E" w:rsidRDefault="00F77BE2" w:rsidP="0026760A">
      <w:pPr>
        <w:rPr>
          <w:rFonts w:cstheme="minorHAnsi"/>
          <w:sz w:val="24"/>
          <w:szCs w:val="24"/>
        </w:rPr>
      </w:pPr>
      <w:r w:rsidRPr="00000F5E">
        <w:rPr>
          <w:rFonts w:cstheme="minorHAnsi"/>
          <w:sz w:val="24"/>
          <w:szCs w:val="24"/>
        </w:rPr>
        <w:t>Na</w:t>
      </w:r>
      <w:r w:rsidR="0026760A" w:rsidRPr="00000F5E">
        <w:rPr>
          <w:rFonts w:cstheme="minorHAnsi"/>
          <w:sz w:val="24"/>
          <w:szCs w:val="24"/>
        </w:rPr>
        <w:t>me</w:t>
      </w:r>
      <w:r w:rsidR="00000F5E">
        <w:rPr>
          <w:rFonts w:cstheme="minorHAnsi"/>
          <w:sz w:val="24"/>
          <w:szCs w:val="24"/>
        </w:rPr>
        <w:t xml:space="preserve">: </w:t>
      </w:r>
    </w:p>
    <w:p w14:paraId="5467A5FD" w14:textId="749E9085" w:rsidR="00685538" w:rsidRDefault="00685538" w:rsidP="0026760A">
      <w:pPr>
        <w:rPr>
          <w:rFonts w:cstheme="minorHAnsi"/>
          <w:sz w:val="24"/>
          <w:szCs w:val="24"/>
        </w:rPr>
      </w:pPr>
    </w:p>
    <w:p w14:paraId="66FE6B4F" w14:textId="6A656CA7" w:rsidR="00000F5E" w:rsidRPr="00000F5E" w:rsidRDefault="00000F5E" w:rsidP="00000F5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Qualification/s:</w:t>
      </w:r>
      <w:r w:rsidRPr="00000F5E">
        <w:rPr>
          <w:rFonts w:cstheme="minorHAnsi"/>
          <w:sz w:val="24"/>
          <w:szCs w:val="24"/>
        </w:rPr>
        <w:t xml:space="preserve">   </w:t>
      </w:r>
    </w:p>
    <w:p w14:paraId="021B28F2" w14:textId="77777777" w:rsidR="00000F5E" w:rsidRPr="00000F5E" w:rsidRDefault="00000F5E" w:rsidP="0026760A">
      <w:pPr>
        <w:rPr>
          <w:rFonts w:cstheme="minorHAnsi"/>
          <w:sz w:val="24"/>
          <w:szCs w:val="24"/>
        </w:rPr>
      </w:pPr>
    </w:p>
    <w:p w14:paraId="2757BFB1" w14:textId="2468D041" w:rsidR="00685538" w:rsidRPr="00000F5E" w:rsidRDefault="004267F3" w:rsidP="0026760A">
      <w:pPr>
        <w:rPr>
          <w:rFonts w:cstheme="minorHAnsi"/>
          <w:sz w:val="24"/>
          <w:szCs w:val="24"/>
        </w:rPr>
      </w:pPr>
      <w:r w:rsidRPr="00000F5E">
        <w:rPr>
          <w:rFonts w:cstheme="minorHAnsi"/>
          <w:sz w:val="24"/>
          <w:szCs w:val="24"/>
        </w:rPr>
        <w:t>Current position</w:t>
      </w:r>
      <w:r w:rsidR="00000F5E">
        <w:rPr>
          <w:rFonts w:cstheme="minorHAnsi"/>
          <w:sz w:val="24"/>
          <w:szCs w:val="24"/>
        </w:rPr>
        <w:t>:</w:t>
      </w:r>
      <w:r w:rsidRPr="00000F5E">
        <w:rPr>
          <w:rFonts w:cstheme="minorHAnsi"/>
          <w:sz w:val="24"/>
          <w:szCs w:val="24"/>
        </w:rPr>
        <w:t xml:space="preserve">    </w:t>
      </w:r>
    </w:p>
    <w:p w14:paraId="7BDF8107" w14:textId="77777777" w:rsidR="004267F3" w:rsidRPr="00000F5E" w:rsidRDefault="004267F3" w:rsidP="0026760A">
      <w:pPr>
        <w:rPr>
          <w:rFonts w:cstheme="minorHAnsi"/>
          <w:sz w:val="24"/>
          <w:szCs w:val="24"/>
        </w:rPr>
      </w:pPr>
    </w:p>
    <w:p w14:paraId="0566BCEF" w14:textId="2360D2D3" w:rsidR="004267F3" w:rsidRDefault="004267F3" w:rsidP="0026760A">
      <w:pPr>
        <w:rPr>
          <w:rFonts w:cstheme="minorHAnsi"/>
          <w:sz w:val="24"/>
          <w:szCs w:val="24"/>
        </w:rPr>
      </w:pPr>
      <w:r w:rsidRPr="00000F5E">
        <w:rPr>
          <w:rFonts w:cstheme="minorHAnsi"/>
          <w:sz w:val="24"/>
          <w:szCs w:val="24"/>
        </w:rPr>
        <w:t>Institution</w:t>
      </w:r>
      <w:r w:rsidR="00000F5E">
        <w:rPr>
          <w:rFonts w:cstheme="minorHAnsi"/>
          <w:sz w:val="24"/>
          <w:szCs w:val="24"/>
        </w:rPr>
        <w:t>:</w:t>
      </w:r>
      <w:bookmarkStart w:id="0" w:name="_GoBack"/>
      <w:bookmarkEnd w:id="0"/>
    </w:p>
    <w:p w14:paraId="2DF05656" w14:textId="77777777" w:rsidR="00000F5E" w:rsidRPr="00000F5E" w:rsidRDefault="00000F5E" w:rsidP="0026760A">
      <w:pPr>
        <w:rPr>
          <w:rFonts w:cstheme="minorHAnsi"/>
          <w:sz w:val="24"/>
          <w:szCs w:val="24"/>
        </w:rPr>
      </w:pPr>
    </w:p>
    <w:p w14:paraId="0B564677" w14:textId="77777777" w:rsidR="00000F5E" w:rsidRDefault="004267F3" w:rsidP="0026760A">
      <w:pPr>
        <w:rPr>
          <w:rFonts w:cstheme="minorHAnsi"/>
          <w:sz w:val="24"/>
          <w:szCs w:val="24"/>
        </w:rPr>
      </w:pPr>
      <w:r w:rsidRPr="00000F5E">
        <w:rPr>
          <w:rFonts w:cstheme="minorHAnsi"/>
          <w:sz w:val="24"/>
          <w:szCs w:val="24"/>
        </w:rPr>
        <w:t>Email</w:t>
      </w:r>
      <w:r w:rsidR="00000F5E">
        <w:rPr>
          <w:rFonts w:cstheme="minorHAnsi"/>
          <w:sz w:val="24"/>
          <w:szCs w:val="24"/>
        </w:rPr>
        <w:t>:</w:t>
      </w:r>
      <w:r w:rsidR="00491B9E" w:rsidRPr="00000F5E">
        <w:rPr>
          <w:rFonts w:cstheme="minorHAnsi"/>
          <w:sz w:val="24"/>
          <w:szCs w:val="24"/>
        </w:rPr>
        <w:tab/>
      </w:r>
      <w:r w:rsidRPr="00000F5E">
        <w:rPr>
          <w:rFonts w:cstheme="minorHAnsi"/>
          <w:sz w:val="24"/>
          <w:szCs w:val="24"/>
        </w:rPr>
        <w:t xml:space="preserve">    </w:t>
      </w:r>
    </w:p>
    <w:p w14:paraId="52303486" w14:textId="77777777" w:rsidR="00000F5E" w:rsidRDefault="00000F5E" w:rsidP="0026760A">
      <w:pPr>
        <w:rPr>
          <w:rFonts w:cstheme="minorHAnsi"/>
          <w:sz w:val="24"/>
          <w:szCs w:val="24"/>
        </w:rPr>
      </w:pPr>
    </w:p>
    <w:p w14:paraId="516ADF82" w14:textId="7174500C" w:rsidR="004267F3" w:rsidRPr="00000F5E" w:rsidRDefault="004267F3" w:rsidP="0026760A">
      <w:pPr>
        <w:rPr>
          <w:rFonts w:cstheme="minorHAnsi"/>
          <w:sz w:val="24"/>
          <w:szCs w:val="24"/>
        </w:rPr>
      </w:pPr>
      <w:r w:rsidRPr="00000F5E">
        <w:rPr>
          <w:rFonts w:cstheme="minorHAnsi"/>
          <w:sz w:val="24"/>
          <w:szCs w:val="24"/>
        </w:rPr>
        <w:t>Phone</w:t>
      </w:r>
      <w:r w:rsidR="00000F5E">
        <w:rPr>
          <w:rFonts w:cstheme="minorHAnsi"/>
          <w:sz w:val="24"/>
          <w:szCs w:val="24"/>
        </w:rPr>
        <w:t>:</w:t>
      </w:r>
    </w:p>
    <w:p w14:paraId="0C0D7165" w14:textId="77777777" w:rsidR="004267F3" w:rsidRPr="00000F5E" w:rsidRDefault="004267F3" w:rsidP="0026760A">
      <w:pPr>
        <w:rPr>
          <w:rFonts w:cstheme="minorHAnsi"/>
          <w:sz w:val="24"/>
          <w:szCs w:val="24"/>
        </w:rPr>
      </w:pPr>
    </w:p>
    <w:p w14:paraId="3C02208B" w14:textId="58D096C7" w:rsidR="004267F3" w:rsidRPr="00000F5E" w:rsidRDefault="00000F5E" w:rsidP="0026760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Mailing Address: </w:t>
      </w:r>
    </w:p>
    <w:p w14:paraId="7A1A361A" w14:textId="175223F3" w:rsidR="004267F3" w:rsidRPr="00000F5E" w:rsidRDefault="004267F3" w:rsidP="0026760A">
      <w:pPr>
        <w:rPr>
          <w:rFonts w:cstheme="minorHAnsi"/>
          <w:sz w:val="24"/>
          <w:szCs w:val="24"/>
        </w:rPr>
      </w:pPr>
    </w:p>
    <w:p w14:paraId="5A9A8059" w14:textId="7D36D3A1" w:rsidR="004267F3" w:rsidRPr="00000F5E" w:rsidRDefault="00000F5E" w:rsidP="0026760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Are you a member of </w:t>
      </w:r>
      <w:r w:rsidR="004267F3" w:rsidRPr="00000F5E">
        <w:rPr>
          <w:rFonts w:cstheme="minorHAnsi"/>
          <w:sz w:val="24"/>
          <w:szCs w:val="24"/>
        </w:rPr>
        <w:t xml:space="preserve">ANZBMS? </w:t>
      </w:r>
      <w:r w:rsidR="001018B4" w:rsidRPr="00000F5E">
        <w:rPr>
          <w:rFonts w:cstheme="minorHAnsi"/>
          <w:sz w:val="24"/>
          <w:szCs w:val="24"/>
        </w:rPr>
        <w:t xml:space="preserve">         Yes </w:t>
      </w:r>
      <w:r>
        <w:rPr>
          <w:rFonts w:cstheme="minorHAnsi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cstheme="minorHAnsi"/>
          <w:sz w:val="24"/>
          <w:szCs w:val="24"/>
        </w:rPr>
        <w:instrText xml:space="preserve"> FORMCHECKBOX </w:instrText>
      </w:r>
      <w:r w:rsidR="009A261C">
        <w:rPr>
          <w:rFonts w:cstheme="minorHAnsi"/>
          <w:sz w:val="24"/>
          <w:szCs w:val="24"/>
        </w:rPr>
      </w:r>
      <w:r w:rsidR="009A261C">
        <w:rPr>
          <w:rFonts w:cstheme="minorHAnsi"/>
          <w:sz w:val="24"/>
          <w:szCs w:val="24"/>
        </w:rPr>
        <w:fldChar w:fldCharType="separate"/>
      </w:r>
      <w:r>
        <w:rPr>
          <w:rFonts w:cstheme="minorHAnsi"/>
          <w:sz w:val="24"/>
          <w:szCs w:val="24"/>
        </w:rPr>
        <w:fldChar w:fldCharType="end"/>
      </w:r>
      <w:bookmarkEnd w:id="1"/>
      <w:r w:rsidR="001018B4" w:rsidRPr="00000F5E">
        <w:rPr>
          <w:rFonts w:cstheme="minorHAnsi"/>
          <w:sz w:val="24"/>
          <w:szCs w:val="24"/>
        </w:rPr>
        <w:t xml:space="preserve">         No</w:t>
      </w:r>
      <w:r w:rsidR="00FD0A31" w:rsidRPr="00000F5E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1018B4" w:rsidRPr="00000F5E">
        <w:rPr>
          <w:rFonts w:cstheme="minorHAnsi"/>
          <w:sz w:val="24"/>
          <w:szCs w:val="24"/>
        </w:rPr>
        <w:instrText xml:space="preserve"> FORMCHECKBOX </w:instrText>
      </w:r>
      <w:r w:rsidR="009A261C">
        <w:rPr>
          <w:rFonts w:cstheme="minorHAnsi"/>
          <w:sz w:val="24"/>
          <w:szCs w:val="24"/>
        </w:rPr>
      </w:r>
      <w:r w:rsidR="009A261C">
        <w:rPr>
          <w:rFonts w:cstheme="minorHAnsi"/>
          <w:sz w:val="24"/>
          <w:szCs w:val="24"/>
        </w:rPr>
        <w:fldChar w:fldCharType="separate"/>
      </w:r>
      <w:r w:rsidR="00FD0A31" w:rsidRPr="00000F5E">
        <w:rPr>
          <w:rFonts w:cstheme="minorHAnsi"/>
          <w:sz w:val="24"/>
          <w:szCs w:val="24"/>
        </w:rPr>
        <w:fldChar w:fldCharType="end"/>
      </w:r>
      <w:bookmarkEnd w:id="2"/>
    </w:p>
    <w:p w14:paraId="743ACEBD" w14:textId="1223FFF7" w:rsidR="001018B4" w:rsidRDefault="001018B4" w:rsidP="0026760A">
      <w:pPr>
        <w:rPr>
          <w:rFonts w:cstheme="minorHAnsi"/>
          <w:sz w:val="24"/>
          <w:szCs w:val="24"/>
        </w:rPr>
      </w:pPr>
    </w:p>
    <w:p w14:paraId="0A1F5D48" w14:textId="2E704055" w:rsidR="00ED3760" w:rsidRDefault="00ED3760" w:rsidP="0026760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 you meet the definition of an early career investigator</w:t>
      </w:r>
      <w:r>
        <w:rPr>
          <w:rFonts w:cstheme="minorHAnsi"/>
          <w:sz w:val="24"/>
          <w:szCs w:val="24"/>
          <w:vertAlign w:val="superscript"/>
        </w:rPr>
        <w:t>*</w:t>
      </w:r>
      <w:r>
        <w:rPr>
          <w:rFonts w:cstheme="minorHAnsi"/>
          <w:sz w:val="24"/>
          <w:szCs w:val="24"/>
        </w:rPr>
        <w:t xml:space="preserve">?  </w:t>
      </w:r>
      <w:r>
        <w:rPr>
          <w:rFonts w:cstheme="minorHAnsi"/>
          <w:sz w:val="24"/>
          <w:szCs w:val="24"/>
        </w:rPr>
        <w:tab/>
      </w:r>
      <w:r w:rsidRPr="00000F5E">
        <w:rPr>
          <w:rFonts w:cstheme="minorHAnsi"/>
          <w:sz w:val="24"/>
          <w:szCs w:val="24"/>
        </w:rPr>
        <w:t xml:space="preserve">Yes </w:t>
      </w:r>
      <w:r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4"/>
          <w:szCs w:val="24"/>
        </w:rPr>
        <w:instrText xml:space="preserve"> FORMCHECKBOX </w:instrText>
      </w:r>
      <w:r w:rsidR="009A261C">
        <w:rPr>
          <w:rFonts w:cstheme="minorHAnsi"/>
          <w:sz w:val="24"/>
          <w:szCs w:val="24"/>
        </w:rPr>
      </w:r>
      <w:r w:rsidR="009A261C">
        <w:rPr>
          <w:rFonts w:cstheme="minorHAnsi"/>
          <w:sz w:val="24"/>
          <w:szCs w:val="24"/>
        </w:rPr>
        <w:fldChar w:fldCharType="separate"/>
      </w:r>
      <w:r>
        <w:rPr>
          <w:rFonts w:cstheme="minorHAnsi"/>
          <w:sz w:val="24"/>
          <w:szCs w:val="24"/>
        </w:rPr>
        <w:fldChar w:fldCharType="end"/>
      </w:r>
      <w:r w:rsidRPr="00000F5E">
        <w:rPr>
          <w:rFonts w:cstheme="minorHAnsi"/>
          <w:sz w:val="24"/>
          <w:szCs w:val="24"/>
        </w:rPr>
        <w:t xml:space="preserve">         No</w:t>
      </w:r>
      <w:r w:rsidRPr="00000F5E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00F5E">
        <w:rPr>
          <w:rFonts w:cstheme="minorHAnsi"/>
          <w:sz w:val="24"/>
          <w:szCs w:val="24"/>
        </w:rPr>
        <w:instrText xml:space="preserve"> FORMCHECKBOX </w:instrText>
      </w:r>
      <w:r w:rsidR="009A261C">
        <w:rPr>
          <w:rFonts w:cstheme="minorHAnsi"/>
          <w:sz w:val="24"/>
          <w:szCs w:val="24"/>
        </w:rPr>
      </w:r>
      <w:r w:rsidR="009A261C">
        <w:rPr>
          <w:rFonts w:cstheme="minorHAnsi"/>
          <w:sz w:val="24"/>
          <w:szCs w:val="24"/>
        </w:rPr>
        <w:fldChar w:fldCharType="separate"/>
      </w:r>
      <w:r w:rsidRPr="00000F5E">
        <w:rPr>
          <w:rFonts w:cstheme="minorHAnsi"/>
          <w:sz w:val="24"/>
          <w:szCs w:val="24"/>
        </w:rPr>
        <w:fldChar w:fldCharType="end"/>
      </w:r>
    </w:p>
    <w:p w14:paraId="4120E7C9" w14:textId="77777777" w:rsidR="00ED3760" w:rsidRPr="00ED3760" w:rsidRDefault="00ED3760" w:rsidP="00ED3760">
      <w:pPr>
        <w:widowControl w:val="0"/>
        <w:autoSpaceDE w:val="0"/>
        <w:autoSpaceDN w:val="0"/>
        <w:adjustRightInd w:val="0"/>
        <w:rPr>
          <w:rFonts w:cstheme="minorHAnsi"/>
          <w:i/>
          <w:iCs/>
          <w:color w:val="000000" w:themeColor="text1"/>
          <w:sz w:val="20"/>
          <w:szCs w:val="20"/>
        </w:rPr>
      </w:pPr>
      <w:r w:rsidRPr="00ED3760">
        <w:rPr>
          <w:rFonts w:cstheme="minorHAnsi"/>
          <w:i/>
          <w:iCs/>
          <w:color w:val="000000" w:themeColor="text1"/>
          <w:sz w:val="20"/>
          <w:szCs w:val="20"/>
        </w:rPr>
        <w:t xml:space="preserve">*A member of the ANZBMS who is currently enrolled in a higher degree or a current researcher within 10 years of award of a PhD/MD taking into account career interruptions. </w:t>
      </w:r>
    </w:p>
    <w:p w14:paraId="6F1AC3CC" w14:textId="77777777" w:rsidR="00000F5E" w:rsidRDefault="00000F5E" w:rsidP="001018B4">
      <w:pPr>
        <w:rPr>
          <w:rFonts w:cstheme="minorHAnsi"/>
          <w:sz w:val="24"/>
          <w:szCs w:val="24"/>
        </w:rPr>
      </w:pPr>
    </w:p>
    <w:p w14:paraId="0E4B9A8A" w14:textId="05745244" w:rsidR="00F32D62" w:rsidRDefault="00000F5E" w:rsidP="001018B4">
      <w:pPr>
        <w:rPr>
          <w:rFonts w:cstheme="minorHAnsi"/>
          <w:b/>
          <w:bCs/>
          <w:color w:val="1F497D" w:themeColor="text2"/>
          <w:sz w:val="28"/>
          <w:szCs w:val="28"/>
        </w:rPr>
      </w:pPr>
      <w:r w:rsidRPr="00000F5E">
        <w:rPr>
          <w:rFonts w:cstheme="minorHAnsi"/>
          <w:b/>
          <w:bCs/>
          <w:color w:val="1F497D" w:themeColor="text2"/>
          <w:sz w:val="28"/>
          <w:szCs w:val="28"/>
        </w:rPr>
        <w:t>Personal Statement</w:t>
      </w:r>
    </w:p>
    <w:p w14:paraId="7B64F8C0" w14:textId="77777777" w:rsidR="00F32D62" w:rsidRDefault="00000F5E" w:rsidP="0026760A">
      <w:pPr>
        <w:rPr>
          <w:rFonts w:cstheme="minorHAnsi"/>
          <w:b/>
          <w:bCs/>
          <w:color w:val="000000" w:themeColor="text1"/>
        </w:rPr>
      </w:pPr>
      <w:r w:rsidRPr="00F32D62">
        <w:rPr>
          <w:rFonts w:cstheme="minorHAnsi"/>
          <w:b/>
          <w:bCs/>
          <w:color w:val="000000" w:themeColor="text1"/>
        </w:rPr>
        <w:t>Please provide a short statement</w:t>
      </w:r>
      <w:r w:rsidR="00F32D62">
        <w:rPr>
          <w:rFonts w:cstheme="minorHAnsi"/>
          <w:b/>
          <w:bCs/>
          <w:color w:val="000000" w:themeColor="text1"/>
        </w:rPr>
        <w:t xml:space="preserve"> below,</w:t>
      </w:r>
      <w:r w:rsidRPr="00F32D62">
        <w:rPr>
          <w:rFonts w:cstheme="minorHAnsi"/>
          <w:b/>
          <w:bCs/>
          <w:color w:val="000000" w:themeColor="text1"/>
        </w:rPr>
        <w:t xml:space="preserve"> outlining why you would like to join the ECIC, what attributes and</w:t>
      </w:r>
      <w:r w:rsidR="00F32D62">
        <w:rPr>
          <w:rFonts w:cstheme="minorHAnsi"/>
          <w:b/>
          <w:bCs/>
          <w:color w:val="000000" w:themeColor="text1"/>
        </w:rPr>
        <w:t>/or</w:t>
      </w:r>
      <w:r w:rsidRPr="00F32D62">
        <w:rPr>
          <w:rFonts w:cstheme="minorHAnsi"/>
          <w:b/>
          <w:bCs/>
          <w:color w:val="000000" w:themeColor="text1"/>
        </w:rPr>
        <w:t xml:space="preserve"> skills you </w:t>
      </w:r>
      <w:r w:rsidR="00F32D62">
        <w:rPr>
          <w:rFonts w:cstheme="minorHAnsi"/>
          <w:b/>
          <w:bCs/>
          <w:color w:val="000000" w:themeColor="text1"/>
        </w:rPr>
        <w:t xml:space="preserve">will </w:t>
      </w:r>
      <w:r w:rsidRPr="00F32D62">
        <w:rPr>
          <w:rFonts w:cstheme="minorHAnsi"/>
          <w:b/>
          <w:bCs/>
          <w:color w:val="000000" w:themeColor="text1"/>
        </w:rPr>
        <w:t xml:space="preserve">bring to the ECIC, and what future goals you have for the committee. </w:t>
      </w:r>
    </w:p>
    <w:p w14:paraId="415C555F" w14:textId="12AC69D6" w:rsidR="00B742EA" w:rsidRPr="00F32D62" w:rsidRDefault="00000F5E" w:rsidP="0026760A">
      <w:pPr>
        <w:rPr>
          <w:rFonts w:cstheme="minorHAnsi"/>
          <w:b/>
          <w:bCs/>
          <w:color w:val="000000" w:themeColor="text1"/>
        </w:rPr>
      </w:pPr>
      <w:r w:rsidRPr="00F32D62">
        <w:rPr>
          <w:rFonts w:cstheme="minorHAnsi"/>
          <w:b/>
          <w:bCs/>
          <w:color w:val="000000" w:themeColor="text1"/>
        </w:rPr>
        <w:t>(maximum 300 words)</w:t>
      </w:r>
    </w:p>
    <w:p w14:paraId="32CEBB1B" w14:textId="3FECC4B0" w:rsidR="00000F5E" w:rsidRDefault="00000F5E" w:rsidP="0026760A">
      <w:pPr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79427185" w14:textId="4C60EBC1" w:rsidR="00000F5E" w:rsidRPr="00000F5E" w:rsidRDefault="00000F5E" w:rsidP="0026760A">
      <w:pPr>
        <w:rPr>
          <w:rFonts w:cstheme="minorHAnsi"/>
          <w:b/>
          <w:bCs/>
          <w:color w:val="000000" w:themeColor="text1"/>
          <w:sz w:val="24"/>
          <w:szCs w:val="24"/>
        </w:rPr>
      </w:pPr>
    </w:p>
    <w:sectPr w:rsidR="00000F5E" w:rsidRPr="00000F5E" w:rsidSect="00D86F81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01746"/>
    <w:multiLevelType w:val="hybridMultilevel"/>
    <w:tmpl w:val="1EE8F8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08644A"/>
    <w:multiLevelType w:val="hybridMultilevel"/>
    <w:tmpl w:val="8990C19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B1C4F"/>
    <w:multiLevelType w:val="hybridMultilevel"/>
    <w:tmpl w:val="5DFE45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E2"/>
    <w:rsid w:val="0000067D"/>
    <w:rsid w:val="00000F5E"/>
    <w:rsid w:val="00004599"/>
    <w:rsid w:val="000760D4"/>
    <w:rsid w:val="00091FCD"/>
    <w:rsid w:val="000951F7"/>
    <w:rsid w:val="000A1E7D"/>
    <w:rsid w:val="000C49D9"/>
    <w:rsid w:val="000E47AB"/>
    <w:rsid w:val="000F3C2D"/>
    <w:rsid w:val="001018B4"/>
    <w:rsid w:val="00102A21"/>
    <w:rsid w:val="00106A11"/>
    <w:rsid w:val="001226A2"/>
    <w:rsid w:val="00154A2E"/>
    <w:rsid w:val="00185477"/>
    <w:rsid w:val="00227941"/>
    <w:rsid w:val="00233E71"/>
    <w:rsid w:val="00252E15"/>
    <w:rsid w:val="0025478D"/>
    <w:rsid w:val="00260B98"/>
    <w:rsid w:val="0026760A"/>
    <w:rsid w:val="00301186"/>
    <w:rsid w:val="00350348"/>
    <w:rsid w:val="00350B16"/>
    <w:rsid w:val="0037128D"/>
    <w:rsid w:val="003744FC"/>
    <w:rsid w:val="00375849"/>
    <w:rsid w:val="003B4668"/>
    <w:rsid w:val="003E0970"/>
    <w:rsid w:val="003F3FD8"/>
    <w:rsid w:val="003F533A"/>
    <w:rsid w:val="0040018D"/>
    <w:rsid w:val="00406007"/>
    <w:rsid w:val="004267F3"/>
    <w:rsid w:val="00455FA3"/>
    <w:rsid w:val="004704D9"/>
    <w:rsid w:val="00491B9E"/>
    <w:rsid w:val="004B4548"/>
    <w:rsid w:val="004C4D31"/>
    <w:rsid w:val="004C79A0"/>
    <w:rsid w:val="004E3362"/>
    <w:rsid w:val="0050700F"/>
    <w:rsid w:val="005868B1"/>
    <w:rsid w:val="005A3838"/>
    <w:rsid w:val="005E2C56"/>
    <w:rsid w:val="005E7D43"/>
    <w:rsid w:val="00605C4F"/>
    <w:rsid w:val="00677AA5"/>
    <w:rsid w:val="00685538"/>
    <w:rsid w:val="00685F15"/>
    <w:rsid w:val="006B1AB6"/>
    <w:rsid w:val="006E02EF"/>
    <w:rsid w:val="006F702B"/>
    <w:rsid w:val="00701D60"/>
    <w:rsid w:val="0072416B"/>
    <w:rsid w:val="00757AAA"/>
    <w:rsid w:val="00766EC9"/>
    <w:rsid w:val="007C5BE2"/>
    <w:rsid w:val="007F5C93"/>
    <w:rsid w:val="008054E3"/>
    <w:rsid w:val="008163A4"/>
    <w:rsid w:val="00831DC9"/>
    <w:rsid w:val="008620AA"/>
    <w:rsid w:val="00865E68"/>
    <w:rsid w:val="008B3696"/>
    <w:rsid w:val="008C3560"/>
    <w:rsid w:val="008D39AA"/>
    <w:rsid w:val="008D5447"/>
    <w:rsid w:val="008F3D15"/>
    <w:rsid w:val="009079BF"/>
    <w:rsid w:val="00965300"/>
    <w:rsid w:val="0097192A"/>
    <w:rsid w:val="00971C21"/>
    <w:rsid w:val="009A261C"/>
    <w:rsid w:val="009C313D"/>
    <w:rsid w:val="009F1BA5"/>
    <w:rsid w:val="00A04BDB"/>
    <w:rsid w:val="00A05F57"/>
    <w:rsid w:val="00A61EFB"/>
    <w:rsid w:val="00A70133"/>
    <w:rsid w:val="00A73CDF"/>
    <w:rsid w:val="00B06F36"/>
    <w:rsid w:val="00B643AF"/>
    <w:rsid w:val="00B742EA"/>
    <w:rsid w:val="00B8035F"/>
    <w:rsid w:val="00BA1550"/>
    <w:rsid w:val="00C514CD"/>
    <w:rsid w:val="00C91D91"/>
    <w:rsid w:val="00C95C44"/>
    <w:rsid w:val="00CF06F3"/>
    <w:rsid w:val="00CF1702"/>
    <w:rsid w:val="00D0671E"/>
    <w:rsid w:val="00D1480B"/>
    <w:rsid w:val="00D204B2"/>
    <w:rsid w:val="00D24F5A"/>
    <w:rsid w:val="00D2557C"/>
    <w:rsid w:val="00D5594A"/>
    <w:rsid w:val="00D76489"/>
    <w:rsid w:val="00D83169"/>
    <w:rsid w:val="00D86F81"/>
    <w:rsid w:val="00DB4553"/>
    <w:rsid w:val="00DB5AB4"/>
    <w:rsid w:val="00E22EBD"/>
    <w:rsid w:val="00E2570E"/>
    <w:rsid w:val="00E26345"/>
    <w:rsid w:val="00E408AB"/>
    <w:rsid w:val="00E4707D"/>
    <w:rsid w:val="00E715A8"/>
    <w:rsid w:val="00ED3760"/>
    <w:rsid w:val="00ED7167"/>
    <w:rsid w:val="00ED7B89"/>
    <w:rsid w:val="00F32D62"/>
    <w:rsid w:val="00F779E7"/>
    <w:rsid w:val="00F77BE2"/>
    <w:rsid w:val="00F851C4"/>
    <w:rsid w:val="00F91713"/>
    <w:rsid w:val="00F97227"/>
    <w:rsid w:val="00FB09C1"/>
    <w:rsid w:val="00FD0A31"/>
    <w:rsid w:val="00FF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396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4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4E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E02E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742EA"/>
    <w:rPr>
      <w:color w:val="0000FF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491B9E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5070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58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584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58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8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584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4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4E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E02E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742EA"/>
    <w:rPr>
      <w:color w:val="0000FF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491B9E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5070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58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584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58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8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58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Research%20Fund\Philip%20Sambrook%20Award\Sambrook%202013\2013%20draft%20form%20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2013 draft form 2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Osteoporosis Australia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Treneman</dc:creator>
  <cp:lastModifiedBy>Ivone Johnson</cp:lastModifiedBy>
  <cp:revision>2</cp:revision>
  <dcterms:created xsi:type="dcterms:W3CDTF">2019-07-01T04:49:00Z</dcterms:created>
  <dcterms:modified xsi:type="dcterms:W3CDTF">2019-07-01T04:49:00Z</dcterms:modified>
</cp:coreProperties>
</file>